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7A2328C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16BC2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27CEC0F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16BC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516BC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E46D98" w:rsidR="0085747A" w:rsidRPr="009C54AE" w:rsidRDefault="002579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778A66C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48420A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92857D7" w:rsidR="0085747A" w:rsidRPr="009C54AE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46BD3ADA" w:rsidR="00C61DC5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OW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8620C" w14:textId="77777777" w:rsidR="007E04F9" w:rsidRDefault="007E04F9" w:rsidP="00C16ABF">
      <w:pPr>
        <w:spacing w:after="0" w:line="240" w:lineRule="auto"/>
      </w:pPr>
      <w:r>
        <w:separator/>
      </w:r>
    </w:p>
  </w:endnote>
  <w:endnote w:type="continuationSeparator" w:id="0">
    <w:p w14:paraId="42DA8FC0" w14:textId="77777777" w:rsidR="007E04F9" w:rsidRDefault="007E04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43CDE" w14:textId="77777777" w:rsidR="007E04F9" w:rsidRDefault="007E04F9" w:rsidP="00C16ABF">
      <w:pPr>
        <w:spacing w:after="0" w:line="240" w:lineRule="auto"/>
      </w:pPr>
      <w:r>
        <w:separator/>
      </w:r>
    </w:p>
  </w:footnote>
  <w:footnote w:type="continuationSeparator" w:id="0">
    <w:p w14:paraId="759611DB" w14:textId="77777777" w:rsidR="007E04F9" w:rsidRDefault="007E04F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90C"/>
    <w:rsid w:val="00261DBB"/>
    <w:rsid w:val="00281FF2"/>
    <w:rsid w:val="002857DE"/>
    <w:rsid w:val="00286503"/>
    <w:rsid w:val="00291567"/>
    <w:rsid w:val="002A22BF"/>
    <w:rsid w:val="002A2389"/>
    <w:rsid w:val="002A671D"/>
    <w:rsid w:val="002A6FAF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BC2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94E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E04F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EE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2FE58-44A2-48C3-831D-98F42448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2020-10-25T11:05:00Z</dcterms:created>
  <dcterms:modified xsi:type="dcterms:W3CDTF">2021-11-05T11:13:00Z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